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B2" w:rsidRPr="00894E8C" w:rsidRDefault="00E74BD3" w:rsidP="00A25A60">
      <w:pPr>
        <w:bidi/>
        <w:jc w:val="center"/>
        <w:rPr>
          <w:rFonts w:cs="2  Esfehan"/>
          <w:sz w:val="24"/>
          <w:szCs w:val="24"/>
          <w:rtl/>
          <w:lang w:bidi="fa-IR"/>
        </w:rPr>
      </w:pPr>
      <w:r w:rsidRPr="00E74BD3">
        <w:rPr>
          <w:rFonts w:cs="2  Esfehan" w:hint="cs"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5955030</wp:posOffset>
            </wp:positionH>
            <wp:positionV relativeFrom="paragraph">
              <wp:posOffset>-74295</wp:posOffset>
            </wp:positionV>
            <wp:extent cx="723900" cy="1104900"/>
            <wp:effectExtent l="19050" t="0" r="0" b="0"/>
            <wp:wrapNone/>
            <wp:docPr id="2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5A60" w:rsidRPr="00894E8C">
        <w:rPr>
          <w:rFonts w:cs="2  Esfehan" w:hint="cs"/>
          <w:sz w:val="24"/>
          <w:szCs w:val="24"/>
          <w:rtl/>
          <w:lang w:bidi="fa-IR"/>
        </w:rPr>
        <w:t>به نام خدا</w:t>
      </w:r>
    </w:p>
    <w:p w:rsidR="00A25A60" w:rsidRPr="00894E8C" w:rsidRDefault="00A25A60" w:rsidP="00F54BC7">
      <w:pPr>
        <w:bidi/>
        <w:spacing w:after="0"/>
        <w:jc w:val="center"/>
        <w:rPr>
          <w:rFonts w:cs="2  Esfehan"/>
          <w:sz w:val="24"/>
          <w:szCs w:val="24"/>
          <w:rtl/>
          <w:lang w:bidi="fa-IR"/>
        </w:rPr>
      </w:pPr>
      <w:r w:rsidRPr="00894E8C">
        <w:rPr>
          <w:rFonts w:cs="2  Esfehan" w:hint="cs"/>
          <w:sz w:val="24"/>
          <w:szCs w:val="24"/>
          <w:rtl/>
          <w:lang w:bidi="fa-IR"/>
        </w:rPr>
        <w:t>فرم درخواست شرکت</w:t>
      </w:r>
      <w:bookmarkStart w:id="0" w:name="_GoBack"/>
      <w:bookmarkEnd w:id="0"/>
      <w:r w:rsidRPr="00894E8C">
        <w:rPr>
          <w:rFonts w:cs="2  Esfehan" w:hint="cs"/>
          <w:sz w:val="24"/>
          <w:szCs w:val="24"/>
          <w:rtl/>
          <w:lang w:bidi="fa-IR"/>
        </w:rPr>
        <w:t xml:space="preserve"> در مصاحبه علمی</w:t>
      </w:r>
    </w:p>
    <w:p w:rsidR="00A25A60" w:rsidRPr="00894E8C" w:rsidRDefault="00A25A60" w:rsidP="00A25A60">
      <w:pPr>
        <w:bidi/>
        <w:jc w:val="center"/>
        <w:rPr>
          <w:rFonts w:cs="2  Esfehan"/>
          <w:sz w:val="24"/>
          <w:szCs w:val="24"/>
          <w:rtl/>
          <w:lang w:bidi="fa-IR"/>
        </w:rPr>
      </w:pPr>
      <w:r w:rsidRPr="00894E8C">
        <w:rPr>
          <w:rFonts w:cs="2  Esfehan" w:hint="cs"/>
          <w:sz w:val="24"/>
          <w:szCs w:val="24"/>
          <w:rtl/>
          <w:lang w:bidi="fa-IR"/>
        </w:rPr>
        <w:t xml:space="preserve">ویژه متقاضیان تدریس در دروس معارف اسلامي عمومی دانشگاه فرهنگيان </w:t>
      </w:r>
    </w:p>
    <w:p w:rsidR="00A25A60" w:rsidRPr="00894E8C" w:rsidRDefault="00A25A60" w:rsidP="00E74BD3">
      <w:pPr>
        <w:bidi/>
        <w:rPr>
          <w:rFonts w:ascii="B Lotus" w:hAnsi="B Lotus" w:cs="B Titr"/>
          <w:b/>
          <w:bCs/>
          <w:rtl/>
          <w:lang w:bidi="fa-IR"/>
        </w:rPr>
      </w:pPr>
      <w:r w:rsidRPr="00894E8C">
        <w:rPr>
          <w:rFonts w:ascii="B Lotus" w:hAnsi="B Lotus" w:cs="B Titr" w:hint="cs"/>
          <w:b/>
          <w:bCs/>
          <w:rtl/>
          <w:lang w:bidi="fa-IR"/>
        </w:rPr>
        <w:t xml:space="preserve">مدیریت محترم </w:t>
      </w:r>
      <w:r w:rsidR="00E74BD3">
        <w:rPr>
          <w:rFonts w:ascii="B Lotus" w:hAnsi="B Lotus" w:cs="B Titr" w:hint="cs"/>
          <w:b/>
          <w:bCs/>
          <w:rtl/>
          <w:lang w:bidi="fa-IR"/>
        </w:rPr>
        <w:t>سنج</w:t>
      </w:r>
      <w:r w:rsidRPr="00894E8C">
        <w:rPr>
          <w:rFonts w:ascii="B Lotus" w:hAnsi="B Lotus" w:cs="B Titr" w:hint="cs"/>
          <w:b/>
          <w:bCs/>
          <w:rtl/>
          <w:lang w:bidi="fa-IR"/>
        </w:rPr>
        <w:t>ش علمی معاو</w:t>
      </w:r>
      <w:r w:rsidR="00993198" w:rsidRPr="00894E8C">
        <w:rPr>
          <w:rFonts w:ascii="B Lotus" w:hAnsi="B Lotus" w:cs="B Titr" w:hint="cs"/>
          <w:b/>
          <w:bCs/>
          <w:rtl/>
          <w:lang w:bidi="fa-IR"/>
        </w:rPr>
        <w:t>ن</w:t>
      </w:r>
      <w:r w:rsidRPr="00894E8C">
        <w:rPr>
          <w:rFonts w:ascii="B Lotus" w:hAnsi="B Lotus" w:cs="B Titr" w:hint="cs"/>
          <w:b/>
          <w:bCs/>
          <w:rtl/>
          <w:lang w:bidi="fa-IR"/>
        </w:rPr>
        <w:t xml:space="preserve">ت آموزشی و پژوهشی استادان دروس معارف اسلامي نهاد نمايندگي مقام معظم رهبري در دانشگاه ها </w:t>
      </w:r>
    </w:p>
    <w:p w:rsidR="00A25A60" w:rsidRDefault="00A25A60" w:rsidP="00A25A60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سلام علیکم </w:t>
      </w:r>
    </w:p>
    <w:p w:rsidR="00A25A60" w:rsidRDefault="00A25A60" w:rsidP="00B94887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با احترام، اینجانب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.....................................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 شاغل(مو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ظف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و هیأت علمی/موظف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غیر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هیأت علمی/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حق التدریس/دوره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دکتر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ای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معارف اسلامي) 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با کد پرسنلی ..........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 xml:space="preserve">..........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،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متقاضی تدریس دروس معارف اسلامي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(گرایش)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 ...........................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در دانشگاه فرهنگيان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پردیس های استان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</w:t>
      </w:r>
      <w:r w:rsidR="00DE07FF">
        <w:rPr>
          <w:rFonts w:ascii="B Nazanin" w:hAnsi="B Nazanin" w:cs="B Nazanin" w:hint="cs"/>
          <w:sz w:val="28"/>
          <w:szCs w:val="28"/>
          <w:rtl/>
          <w:lang w:bidi="fa-IR"/>
        </w:rPr>
        <w:t>............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 می باشد.</w:t>
      </w:r>
    </w:p>
    <w:p w:rsidR="00A25A60" w:rsidRDefault="00894E8C" w:rsidP="00B94887">
      <w:pPr>
        <w:bidi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شایان ذکر است</w:t>
      </w:r>
      <w:r w:rsidR="007A027B"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تصویر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مدارک لازم و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نیز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>مدارک دارای امتیاز و فرم خواسته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 w:rsidR="00E74BD3">
        <w:rPr>
          <w:rFonts w:ascii="B Nazanin" w:hAnsi="B Nazanin" w:cs="B Nazanin" w:hint="cs"/>
          <w:sz w:val="28"/>
          <w:szCs w:val="28"/>
          <w:rtl/>
          <w:lang w:bidi="fa-IR"/>
        </w:rPr>
        <w:t xml:space="preserve">شده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را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 ب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ه پیوست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این درخواست،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ایمیل</w:t>
      </w:r>
      <w:hyperlink r:id="rId5" w:history="1">
        <w:r w:rsidRPr="004B3F61">
          <w:rPr>
            <w:rStyle w:val="Hyperlink"/>
            <w:rFonts w:cs="B Nazanin"/>
            <w:sz w:val="28"/>
            <w:szCs w:val="28"/>
            <w:lang w:bidi="fa-IR"/>
          </w:rPr>
          <w:t>info@asatid.net</w:t>
        </w:r>
      </w:hyperlink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ارسال گردیده است.</w:t>
      </w:r>
    </w:p>
    <w:p w:rsidR="00894E8C" w:rsidRDefault="00894E8C" w:rsidP="00527761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همراه : ..........</w:t>
      </w:r>
    </w:p>
    <w:p w:rsidR="00527761" w:rsidRDefault="00527761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ثابت : 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  <w:t>کد شهرستان : ..........</w:t>
      </w:r>
    </w:p>
    <w:p w:rsidR="00894E8C" w:rsidRDefault="00894E8C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آدرس : ...................................................................................................</w:t>
      </w:r>
    </w:p>
    <w:p w:rsidR="00B94887" w:rsidRDefault="00B94887" w:rsidP="00B94887">
      <w:pPr>
        <w:bidi/>
        <w:jc w:val="center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 </w:t>
      </w:r>
    </w:p>
    <w:p w:rsidR="00527761" w:rsidRPr="00527761" w:rsidRDefault="00B94887" w:rsidP="00B94887">
      <w:pPr>
        <w:bidi/>
        <w:jc w:val="center"/>
        <w:rPr>
          <w:rFonts w:ascii="B Nazanin" w:hAnsi="B Nazanin" w:cs="Times New Roma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امضاء درخواست کننده</w:t>
      </w:r>
    </w:p>
    <w:p w:rsid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p w:rsidR="00925005" w:rsidRDefault="00925005" w:rsidP="00A25A60">
      <w:pPr>
        <w:bidi/>
        <w:jc w:val="center"/>
        <w:rPr>
          <w:rFonts w:cs="B Titr"/>
          <w:sz w:val="28"/>
          <w:szCs w:val="28"/>
          <w:lang w:bidi="fa-IR"/>
        </w:rPr>
      </w:pPr>
    </w:p>
    <w:p w:rsidR="00925005" w:rsidRP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sectPr w:rsidR="00925005" w:rsidRPr="00925005" w:rsidSect="00B94887">
      <w:pgSz w:w="11906" w:h="16838" w:code="9"/>
      <w:pgMar w:top="720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attachedTemplate r:id="rId1"/>
  <w:defaultTabStop w:val="720"/>
  <w:characterSpacingControl w:val="doNotCompress"/>
  <w:compat/>
  <w:rsids>
    <w:rsidRoot w:val="00A25A60"/>
    <w:rsid w:val="000316B2"/>
    <w:rsid w:val="0027692D"/>
    <w:rsid w:val="00365347"/>
    <w:rsid w:val="004B072E"/>
    <w:rsid w:val="00527761"/>
    <w:rsid w:val="00580EC1"/>
    <w:rsid w:val="00776D7B"/>
    <w:rsid w:val="007A027B"/>
    <w:rsid w:val="00894E8C"/>
    <w:rsid w:val="00925005"/>
    <w:rsid w:val="00980A77"/>
    <w:rsid w:val="00993198"/>
    <w:rsid w:val="00A25A60"/>
    <w:rsid w:val="00A67717"/>
    <w:rsid w:val="00B94887"/>
    <w:rsid w:val="00CD7B71"/>
    <w:rsid w:val="00DC4082"/>
    <w:rsid w:val="00DE07FF"/>
    <w:rsid w:val="00E74BD3"/>
    <w:rsid w:val="00F5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asatid.net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1\AppData\Roaming\Microsoft\Templates\templateA4-with-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templateA4-with-margin.dotx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sohrabi</cp:lastModifiedBy>
  <cp:revision>6</cp:revision>
  <cp:lastPrinted>2014-07-15T10:25:00Z</cp:lastPrinted>
  <dcterms:created xsi:type="dcterms:W3CDTF">2014-07-15T12:10:00Z</dcterms:created>
  <dcterms:modified xsi:type="dcterms:W3CDTF">2014-07-16T10:48:00Z</dcterms:modified>
</cp:coreProperties>
</file>